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DC4" w:rsidRPr="008F38BB" w:rsidRDefault="001A6DC4" w:rsidP="008F38BB">
      <w:pPr>
        <w:rPr>
          <w:sz w:val="22"/>
        </w:rPr>
      </w:pPr>
      <w:r w:rsidRPr="008F38BB">
        <w:rPr>
          <w:rFonts w:hint="eastAsia"/>
          <w:sz w:val="22"/>
        </w:rPr>
        <w:t>第２号様式</w:t>
      </w:r>
    </w:p>
    <w:p w:rsidR="001A6DC4" w:rsidRDefault="001A6DC4" w:rsidP="008F38BB">
      <w:pPr>
        <w:rPr>
          <w:sz w:val="24"/>
          <w:szCs w:val="24"/>
        </w:rPr>
      </w:pPr>
    </w:p>
    <w:p w:rsidR="001A6DC4" w:rsidRPr="00E44E1D" w:rsidRDefault="001A6DC4" w:rsidP="00E44E1D">
      <w:pPr>
        <w:jc w:val="center"/>
        <w:rPr>
          <w:sz w:val="24"/>
          <w:szCs w:val="24"/>
        </w:rPr>
      </w:pPr>
      <w:r w:rsidRPr="00E44E1D">
        <w:rPr>
          <w:rFonts w:hint="eastAsia"/>
          <w:sz w:val="24"/>
          <w:szCs w:val="24"/>
        </w:rPr>
        <w:t>介護保険住宅改修費等受領委任払い制度に係る取扱確約書</w:t>
      </w:r>
    </w:p>
    <w:p w:rsidR="001A6DC4" w:rsidRDefault="001A6DC4"/>
    <w:p w:rsidR="001A6DC4" w:rsidRDefault="001A6DC4" w:rsidP="00E44E1D">
      <w:pPr>
        <w:ind w:right="440"/>
        <w:jc w:val="right"/>
        <w:rPr>
          <w:sz w:val="22"/>
        </w:rPr>
      </w:pPr>
      <w:r>
        <w:rPr>
          <w:rFonts w:hint="eastAsia"/>
          <w:sz w:val="22"/>
        </w:rPr>
        <w:t>年　　月　　日</w:t>
      </w:r>
    </w:p>
    <w:p w:rsidR="001A6DC4" w:rsidRDefault="001A6DC4">
      <w:pPr>
        <w:rPr>
          <w:sz w:val="22"/>
        </w:rPr>
      </w:pPr>
    </w:p>
    <w:p w:rsidR="001A6DC4" w:rsidRDefault="001A6DC4">
      <w:pPr>
        <w:rPr>
          <w:sz w:val="22"/>
        </w:rPr>
      </w:pPr>
      <w:r>
        <w:rPr>
          <w:rFonts w:hint="eastAsia"/>
          <w:sz w:val="22"/>
        </w:rPr>
        <w:t xml:space="preserve">　平　取　町　長　様</w:t>
      </w:r>
    </w:p>
    <w:p w:rsidR="001A6DC4" w:rsidRDefault="001A6DC4">
      <w:pPr>
        <w:rPr>
          <w:sz w:val="22"/>
        </w:rPr>
      </w:pPr>
    </w:p>
    <w:p w:rsidR="001A6DC4" w:rsidRDefault="001A6DC4" w:rsidP="00920259">
      <w:pPr>
        <w:ind w:firstLineChars="900" w:firstLine="1980"/>
        <w:rPr>
          <w:sz w:val="22"/>
          <w:u w:val="single"/>
        </w:rPr>
      </w:pPr>
      <w:r>
        <w:rPr>
          <w:rFonts w:hint="eastAsia"/>
          <w:sz w:val="22"/>
        </w:rPr>
        <w:t xml:space="preserve">届　出　者　　</w:t>
      </w:r>
      <w:r w:rsidRPr="00E44E1D">
        <w:rPr>
          <w:rFonts w:hint="eastAsia"/>
          <w:sz w:val="22"/>
          <w:u w:val="single"/>
        </w:rPr>
        <w:t xml:space="preserve">所　在　地　　　　　　　　　　　　　　　　　</w:t>
      </w:r>
    </w:p>
    <w:p w:rsidR="001A6DC4" w:rsidRPr="00E44E1D" w:rsidRDefault="001A6DC4">
      <w:pPr>
        <w:rPr>
          <w:sz w:val="22"/>
          <w:u w:val="single"/>
        </w:rPr>
      </w:pPr>
    </w:p>
    <w:p w:rsidR="001A6DC4" w:rsidRDefault="001A6DC4" w:rsidP="00E44E1D">
      <w:pPr>
        <w:ind w:firstLineChars="1600" w:firstLine="3520"/>
        <w:rPr>
          <w:sz w:val="22"/>
          <w:u w:val="single"/>
        </w:rPr>
      </w:pPr>
      <w:r w:rsidRPr="00E44E1D">
        <w:rPr>
          <w:rFonts w:hint="eastAsia"/>
          <w:sz w:val="22"/>
          <w:u w:val="single"/>
        </w:rPr>
        <w:t xml:space="preserve">事業者名称　　　　　　　　　　　　　　　　　</w:t>
      </w:r>
    </w:p>
    <w:p w:rsidR="001A6DC4" w:rsidRDefault="001A6DC4" w:rsidP="00E44E1D">
      <w:pPr>
        <w:rPr>
          <w:sz w:val="22"/>
          <w:u w:val="single"/>
        </w:rPr>
      </w:pPr>
    </w:p>
    <w:p w:rsidR="001A6DC4" w:rsidRDefault="001A6DC4" w:rsidP="00E44E1D">
      <w:pPr>
        <w:ind w:firstLineChars="1600" w:firstLine="3520"/>
        <w:rPr>
          <w:sz w:val="22"/>
          <w:u w:val="single"/>
        </w:rPr>
      </w:pPr>
      <w:r>
        <w:rPr>
          <w:rFonts w:hint="eastAsia"/>
          <w:sz w:val="22"/>
          <w:u w:val="single"/>
        </w:rPr>
        <w:t>代表者氏名　　　　　　　　　　　　　　　　㊞</w:t>
      </w:r>
    </w:p>
    <w:p w:rsidR="001A6DC4" w:rsidRDefault="001A6DC4" w:rsidP="00E44E1D">
      <w:pPr>
        <w:rPr>
          <w:sz w:val="22"/>
        </w:rPr>
      </w:pPr>
    </w:p>
    <w:p w:rsidR="001A6DC4" w:rsidRDefault="001A6DC4" w:rsidP="00E44E1D">
      <w:pPr>
        <w:rPr>
          <w:sz w:val="22"/>
        </w:rPr>
      </w:pPr>
      <w:r>
        <w:rPr>
          <w:rFonts w:hint="eastAsia"/>
          <w:sz w:val="22"/>
        </w:rPr>
        <w:t xml:space="preserve">　介護保険住宅改修費等受領委任払い制度の取扱いを申し出るに当たり、次の事項を遵守することを確約します。</w:t>
      </w:r>
    </w:p>
    <w:p w:rsidR="001A6DC4" w:rsidRPr="006B6931" w:rsidRDefault="001A6DC4" w:rsidP="00E44E1D">
      <w:pPr>
        <w:rPr>
          <w:sz w:val="22"/>
        </w:rPr>
      </w:pPr>
    </w:p>
    <w:p w:rsidR="001A6DC4" w:rsidRDefault="001A6DC4" w:rsidP="00E44E1D">
      <w:pPr>
        <w:ind w:left="220" w:hangingChars="100" w:hanging="220"/>
        <w:rPr>
          <w:sz w:val="22"/>
        </w:rPr>
      </w:pPr>
      <w:r>
        <w:rPr>
          <w:rFonts w:hint="eastAsia"/>
          <w:sz w:val="22"/>
        </w:rPr>
        <w:t>１　住宅改修等の提供に関しては、関係法令及び平取町介護保険住宅改修費等受領委任払い制度の登録等に関する要綱（以下「要綱」という。）等を遵守すること。</w:t>
      </w:r>
    </w:p>
    <w:p w:rsidR="001A6DC4" w:rsidRDefault="001A6DC4" w:rsidP="00E44E1D">
      <w:pPr>
        <w:ind w:left="220" w:hangingChars="100" w:hanging="220"/>
        <w:rPr>
          <w:sz w:val="22"/>
        </w:rPr>
      </w:pPr>
    </w:p>
    <w:p w:rsidR="001A6DC4" w:rsidRDefault="001A6DC4" w:rsidP="003C64B2">
      <w:pPr>
        <w:ind w:left="220" w:hangingChars="100" w:hanging="220"/>
        <w:rPr>
          <w:sz w:val="22"/>
        </w:rPr>
      </w:pPr>
      <w:r>
        <w:rPr>
          <w:rFonts w:hint="eastAsia"/>
          <w:sz w:val="22"/>
        </w:rPr>
        <w:t>２　住宅改修等を行う被保険者が、可能な限りその居宅において、その有する能力に応じ自立した日常生活を営むことができるように、当該被保険者の心身及び住宅の状況等を踏まえた適切な住宅改修等を行うよう努めること。</w:t>
      </w:r>
    </w:p>
    <w:p w:rsidR="001A6DC4" w:rsidRDefault="001A6DC4" w:rsidP="003C64B2">
      <w:pPr>
        <w:ind w:left="220" w:hangingChars="100" w:hanging="220"/>
        <w:rPr>
          <w:sz w:val="22"/>
        </w:rPr>
      </w:pPr>
    </w:p>
    <w:p w:rsidR="001A6DC4" w:rsidRDefault="001A6DC4" w:rsidP="003C64B2">
      <w:pPr>
        <w:ind w:left="220" w:hangingChars="100" w:hanging="220"/>
        <w:rPr>
          <w:sz w:val="22"/>
        </w:rPr>
      </w:pPr>
      <w:r>
        <w:rPr>
          <w:rFonts w:hint="eastAsia"/>
          <w:sz w:val="22"/>
        </w:rPr>
        <w:t>３　住宅改修等を行うに当たっては、平取町、地域包括支援センター、居宅介護支援事業者その他保健医療サービス及び福祉サービスを提供する者との連携に努めること。</w:t>
      </w:r>
    </w:p>
    <w:p w:rsidR="001A6DC4" w:rsidRDefault="001A6DC4" w:rsidP="00825F53">
      <w:pPr>
        <w:ind w:left="220" w:hangingChars="100" w:hanging="220"/>
        <w:rPr>
          <w:sz w:val="22"/>
        </w:rPr>
      </w:pPr>
    </w:p>
    <w:p w:rsidR="001A6DC4" w:rsidRDefault="001A6DC4" w:rsidP="00825F53">
      <w:pPr>
        <w:ind w:left="220" w:hangingChars="100" w:hanging="220"/>
        <w:rPr>
          <w:sz w:val="22"/>
        </w:rPr>
      </w:pPr>
      <w:r>
        <w:rPr>
          <w:rFonts w:hint="eastAsia"/>
          <w:sz w:val="22"/>
        </w:rPr>
        <w:t>４　住宅改修等を行うに当たっては、被保険者の提示する介護保険被保険者証によって被保管者資格、要介護認定等の有無、要介護認定等の有効期間等を確認し、平取町介護保険住宅改修等受領委任払い制度が利用可能であるかどうか確認すること。また、当該被保険者に過去の住宅改修等の給付実績を確認すること。</w:t>
      </w:r>
    </w:p>
    <w:p w:rsidR="001A6DC4" w:rsidRDefault="001A6DC4" w:rsidP="00825F53">
      <w:pPr>
        <w:ind w:left="220" w:hangingChars="100" w:hanging="220"/>
        <w:rPr>
          <w:sz w:val="22"/>
        </w:rPr>
      </w:pPr>
    </w:p>
    <w:p w:rsidR="001A6DC4" w:rsidRDefault="001A6DC4" w:rsidP="00825F53">
      <w:pPr>
        <w:ind w:left="220" w:hangingChars="100" w:hanging="220"/>
        <w:rPr>
          <w:sz w:val="22"/>
        </w:rPr>
      </w:pPr>
      <w:r>
        <w:rPr>
          <w:rFonts w:hint="eastAsia"/>
          <w:sz w:val="22"/>
        </w:rPr>
        <w:t>５　正当な理由なく、平取町介護保険住宅改修等受領委任払い制度の利用を拒まないこと。</w:t>
      </w:r>
    </w:p>
    <w:p w:rsidR="001A6DC4" w:rsidRDefault="001A6DC4" w:rsidP="00825F53">
      <w:pPr>
        <w:ind w:left="220" w:hangingChars="100" w:hanging="220"/>
        <w:rPr>
          <w:sz w:val="22"/>
        </w:rPr>
      </w:pPr>
    </w:p>
    <w:p w:rsidR="001A6DC4" w:rsidRDefault="001A6DC4" w:rsidP="00825F53">
      <w:pPr>
        <w:ind w:left="220" w:hangingChars="100" w:hanging="220"/>
        <w:rPr>
          <w:sz w:val="22"/>
        </w:rPr>
      </w:pPr>
      <w:r>
        <w:rPr>
          <w:rFonts w:hint="eastAsia"/>
          <w:sz w:val="22"/>
        </w:rPr>
        <w:t>６　住宅改修等については、保険給付分を除いた自己負担額の支払いを被保険者より受けるものとし、これを減免し、又は超過して費用を徴収しないこと。また、自己負担額の支払いを受けたときは、被保険者に対し自己負担額分の領収証を発行すること。</w:t>
      </w:r>
    </w:p>
    <w:p w:rsidR="001A6DC4" w:rsidRDefault="001A6DC4" w:rsidP="00825F53">
      <w:pPr>
        <w:ind w:left="220" w:hangingChars="100" w:hanging="220"/>
        <w:rPr>
          <w:sz w:val="22"/>
        </w:rPr>
      </w:pPr>
    </w:p>
    <w:p w:rsidR="001A6DC4" w:rsidRDefault="001A6DC4" w:rsidP="00825F53">
      <w:pPr>
        <w:ind w:left="220" w:hangingChars="100" w:hanging="220"/>
        <w:rPr>
          <w:sz w:val="22"/>
        </w:rPr>
      </w:pPr>
      <w:r>
        <w:rPr>
          <w:rFonts w:hint="eastAsia"/>
          <w:sz w:val="22"/>
        </w:rPr>
        <w:t>７　要綱第７号様式の委任状に記載された保険適用総費用見込額が実際の保険適用総費用と異なるときは、速やかに差額の返還又は徴収を行うこと。</w:t>
      </w:r>
    </w:p>
    <w:p w:rsidR="001A6DC4" w:rsidRDefault="001A6DC4" w:rsidP="00421C87">
      <w:pPr>
        <w:ind w:left="220" w:hangingChars="100" w:hanging="220"/>
        <w:rPr>
          <w:sz w:val="22"/>
        </w:rPr>
      </w:pPr>
    </w:p>
    <w:p w:rsidR="001A6DC4" w:rsidRDefault="001A6DC4" w:rsidP="001D17CD">
      <w:pPr>
        <w:ind w:left="220" w:hangingChars="100" w:hanging="220"/>
        <w:rPr>
          <w:sz w:val="22"/>
        </w:rPr>
      </w:pPr>
      <w:r>
        <w:rPr>
          <w:rFonts w:hint="eastAsia"/>
          <w:sz w:val="22"/>
        </w:rPr>
        <w:t>８　被保険者が、次の事項に該当する場合には、遅滞なくその旨を平取町長に通知すること。</w:t>
      </w:r>
    </w:p>
    <w:p w:rsidR="001A6DC4" w:rsidRDefault="001A6DC4" w:rsidP="001D17CD">
      <w:pPr>
        <w:ind w:leftChars="105" w:left="220" w:firstLineChars="29" w:firstLine="64"/>
        <w:rPr>
          <w:sz w:val="22"/>
        </w:rPr>
      </w:pPr>
      <w:r>
        <w:rPr>
          <w:rFonts w:hint="eastAsia"/>
          <w:sz w:val="22"/>
        </w:rPr>
        <w:t>（１）不正な行為により、保険給付を受け、又は受けようとしたとき。</w:t>
      </w:r>
    </w:p>
    <w:p w:rsidR="001A6DC4" w:rsidRDefault="001A6DC4" w:rsidP="001D17CD">
      <w:pPr>
        <w:ind w:leftChars="136" w:left="726" w:hangingChars="200" w:hanging="440"/>
        <w:rPr>
          <w:sz w:val="22"/>
        </w:rPr>
      </w:pPr>
      <w:r>
        <w:rPr>
          <w:rFonts w:hint="eastAsia"/>
          <w:sz w:val="22"/>
        </w:rPr>
        <w:t>（２）正当な理由なく、当該住宅改修等を行うに当たって必要な手続きに関して協力しないとき。</w:t>
      </w:r>
    </w:p>
    <w:p w:rsidR="001A6DC4" w:rsidRDefault="001A6DC4" w:rsidP="00421C87">
      <w:pPr>
        <w:ind w:left="220" w:hangingChars="100" w:hanging="220"/>
        <w:rPr>
          <w:sz w:val="22"/>
        </w:rPr>
      </w:pPr>
    </w:p>
    <w:p w:rsidR="001A6DC4" w:rsidRDefault="001A6DC4" w:rsidP="00421C87">
      <w:pPr>
        <w:ind w:left="220" w:hangingChars="100" w:hanging="220"/>
        <w:rPr>
          <w:sz w:val="22"/>
        </w:rPr>
      </w:pPr>
      <w:r>
        <w:rPr>
          <w:rFonts w:hint="eastAsia"/>
          <w:sz w:val="22"/>
        </w:rPr>
        <w:t>９　住宅改修等に関する記録を整備し、住宅改修の完了又は特定福祉用具の販売の日から２年間保存すること。</w:t>
      </w:r>
    </w:p>
    <w:p w:rsidR="001A6DC4" w:rsidRDefault="001A6DC4" w:rsidP="00421C87">
      <w:pPr>
        <w:ind w:left="440" w:hangingChars="200" w:hanging="440"/>
        <w:rPr>
          <w:sz w:val="22"/>
        </w:rPr>
      </w:pPr>
    </w:p>
    <w:p w:rsidR="001A6DC4" w:rsidRDefault="001A6DC4" w:rsidP="00421C87">
      <w:pPr>
        <w:ind w:left="440" w:hangingChars="200" w:hanging="440"/>
        <w:rPr>
          <w:sz w:val="22"/>
        </w:rPr>
      </w:pPr>
      <w:r>
        <w:rPr>
          <w:rFonts w:hint="eastAsia"/>
          <w:sz w:val="22"/>
        </w:rPr>
        <w:t>１０　関係法令、要綱、この遵守事項等に違反し、その是正等について平取町長から指導を受けたときは、直ちにこれに従うこと。</w:t>
      </w:r>
    </w:p>
    <w:p w:rsidR="001A6DC4" w:rsidRDefault="001A6DC4" w:rsidP="00421C87">
      <w:pPr>
        <w:ind w:left="440" w:hangingChars="200" w:hanging="440"/>
        <w:rPr>
          <w:sz w:val="22"/>
        </w:rPr>
      </w:pPr>
    </w:p>
    <w:p w:rsidR="001A6DC4" w:rsidRDefault="001A6DC4" w:rsidP="00421C87">
      <w:pPr>
        <w:ind w:left="440" w:hangingChars="200" w:hanging="440"/>
        <w:rPr>
          <w:sz w:val="22"/>
        </w:rPr>
      </w:pPr>
      <w:r>
        <w:rPr>
          <w:rFonts w:hint="eastAsia"/>
          <w:sz w:val="22"/>
        </w:rPr>
        <w:t>１１　被保険者からの苦情又は相談があった場合においては、必要に応じて事実関係を確認するための訪問等を行い、被保険者の立場を考慮しながら、円滑かつ迅速に苦情処理を行うこと。その他、当事業所において処理し得ない内容についても、行政窓口等関係機関との協力により適切な対応方法を検討し、対処すること。</w:t>
      </w:r>
    </w:p>
    <w:p w:rsidR="001A6DC4" w:rsidRDefault="001A6DC4" w:rsidP="008F38BB">
      <w:pPr>
        <w:ind w:left="440" w:hangingChars="200" w:hanging="440"/>
        <w:rPr>
          <w:sz w:val="22"/>
        </w:rPr>
      </w:pPr>
    </w:p>
    <w:p w:rsidR="001A6DC4" w:rsidRDefault="001A6DC4" w:rsidP="008F38BB">
      <w:pPr>
        <w:ind w:left="440" w:hangingChars="200" w:hanging="440"/>
        <w:rPr>
          <w:sz w:val="22"/>
        </w:rPr>
      </w:pPr>
      <w:r>
        <w:rPr>
          <w:rFonts w:hint="eastAsia"/>
          <w:sz w:val="22"/>
        </w:rPr>
        <w:t>１２　業務上知り得た被保険者及びその家族の秘密を保持すること。また、事業所の職員であった者に、業務上知り得た被保険者及びその家族の秘密を保持させるため、職員でなくなった後においてもこれらの秘密を保持するべき旨を職員との雇用契約の内容とすること。</w:t>
      </w:r>
    </w:p>
    <w:p w:rsidR="001A6DC4" w:rsidRDefault="001A6DC4" w:rsidP="008F38BB">
      <w:pPr>
        <w:ind w:left="440" w:hangingChars="200" w:hanging="440"/>
        <w:rPr>
          <w:sz w:val="22"/>
        </w:rPr>
      </w:pPr>
    </w:p>
    <w:p w:rsidR="001A6DC4" w:rsidRDefault="001A6DC4" w:rsidP="008F38BB">
      <w:pPr>
        <w:ind w:left="440" w:hangingChars="200" w:hanging="440"/>
        <w:rPr>
          <w:sz w:val="22"/>
        </w:rPr>
      </w:pPr>
      <w:r>
        <w:rPr>
          <w:rFonts w:hint="eastAsia"/>
          <w:sz w:val="22"/>
        </w:rPr>
        <w:t>１３　介護保険住宅改修等受領委任払い取扱事業者の登録内容に変更があったときは、速やかにその旨を要綱第４号様式にて平取町長に届け出ること。</w:t>
      </w:r>
    </w:p>
    <w:p w:rsidR="001A6DC4" w:rsidRDefault="001A6DC4" w:rsidP="008F38BB">
      <w:pPr>
        <w:ind w:left="440" w:hangingChars="200" w:hanging="440"/>
        <w:rPr>
          <w:sz w:val="22"/>
        </w:rPr>
      </w:pPr>
    </w:p>
    <w:p w:rsidR="001A6DC4" w:rsidRDefault="001A6DC4" w:rsidP="008F38BB">
      <w:pPr>
        <w:ind w:left="440" w:hangingChars="200" w:hanging="440"/>
        <w:rPr>
          <w:sz w:val="22"/>
        </w:rPr>
      </w:pPr>
      <w:r>
        <w:rPr>
          <w:rFonts w:hint="eastAsia"/>
          <w:sz w:val="22"/>
        </w:rPr>
        <w:t>１４　登録を行っていた事業を廃止し、休止し、再開し、又は辞退するときは、速やかにその旨を要綱第５様式にて平取町長に届け出ること。</w:t>
      </w:r>
    </w:p>
    <w:p w:rsidR="001A6DC4" w:rsidRPr="008F38BB" w:rsidRDefault="001A6DC4" w:rsidP="00E44E1D">
      <w:pPr>
        <w:rPr>
          <w:sz w:val="22"/>
        </w:rPr>
      </w:pPr>
    </w:p>
    <w:sectPr w:rsidR="001A6DC4" w:rsidRPr="008F38BB" w:rsidSect="00A86617">
      <w:footerReference w:type="even" r:id="rId6"/>
      <w:footerReference w:type="default" r:id="rId7"/>
      <w:pgSz w:w="11906" w:h="16838" w:code="9"/>
      <w:pgMar w:top="1418" w:right="1701" w:bottom="1418" w:left="1701" w:header="851" w:footer="567" w:gutter="0"/>
      <w:pgNumType w:fmt="numberInDash"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DC4" w:rsidRDefault="001A6DC4" w:rsidP="00025C97">
      <w:r>
        <w:separator/>
      </w:r>
    </w:p>
  </w:endnote>
  <w:endnote w:type="continuationSeparator" w:id="0">
    <w:p w:rsidR="001A6DC4" w:rsidRDefault="001A6DC4" w:rsidP="00025C9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DC4" w:rsidRDefault="001A6DC4" w:rsidP="00A866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- 2 -</w:t>
    </w:r>
    <w:r>
      <w:rPr>
        <w:rStyle w:val="PageNumber"/>
      </w:rPr>
      <w:fldChar w:fldCharType="end"/>
    </w:r>
  </w:p>
  <w:p w:rsidR="001A6DC4" w:rsidRDefault="001A6D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DC4" w:rsidRDefault="001A6DC4" w:rsidP="00A866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rsidR="001A6DC4" w:rsidRDefault="001A6D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DC4" w:rsidRDefault="001A6DC4" w:rsidP="00025C97">
      <w:r>
        <w:separator/>
      </w:r>
    </w:p>
  </w:footnote>
  <w:footnote w:type="continuationSeparator" w:id="0">
    <w:p w:rsidR="001A6DC4" w:rsidRDefault="001A6DC4" w:rsidP="00025C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evenAndOddHeaders/>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4E1D"/>
    <w:rsid w:val="00025BE5"/>
    <w:rsid w:val="00025C97"/>
    <w:rsid w:val="0006065C"/>
    <w:rsid w:val="0015510E"/>
    <w:rsid w:val="001679A2"/>
    <w:rsid w:val="001A6DC4"/>
    <w:rsid w:val="001D17CD"/>
    <w:rsid w:val="00346A6E"/>
    <w:rsid w:val="003C64B2"/>
    <w:rsid w:val="00421C87"/>
    <w:rsid w:val="004E4777"/>
    <w:rsid w:val="00524C4A"/>
    <w:rsid w:val="005C538C"/>
    <w:rsid w:val="005E1C24"/>
    <w:rsid w:val="00693EA2"/>
    <w:rsid w:val="006B6931"/>
    <w:rsid w:val="006E3183"/>
    <w:rsid w:val="0073750A"/>
    <w:rsid w:val="00746E77"/>
    <w:rsid w:val="00825F53"/>
    <w:rsid w:val="0084375C"/>
    <w:rsid w:val="008C3178"/>
    <w:rsid w:val="008F38BB"/>
    <w:rsid w:val="00920259"/>
    <w:rsid w:val="00A63A16"/>
    <w:rsid w:val="00A86617"/>
    <w:rsid w:val="00AD19B0"/>
    <w:rsid w:val="00B63EB6"/>
    <w:rsid w:val="00C70501"/>
    <w:rsid w:val="00C93967"/>
    <w:rsid w:val="00E44E1D"/>
    <w:rsid w:val="00EB39E9"/>
    <w:rsid w:val="00FB2E7D"/>
    <w:rsid w:val="00FF3C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BE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25C97"/>
    <w:pPr>
      <w:tabs>
        <w:tab w:val="center" w:pos="4252"/>
        <w:tab w:val="right" w:pos="8504"/>
      </w:tabs>
      <w:snapToGrid w:val="0"/>
    </w:pPr>
  </w:style>
  <w:style w:type="character" w:customStyle="1" w:styleId="HeaderChar">
    <w:name w:val="Header Char"/>
    <w:basedOn w:val="DefaultParagraphFont"/>
    <w:link w:val="Header"/>
    <w:uiPriority w:val="99"/>
    <w:locked/>
    <w:rsid w:val="00025C97"/>
    <w:rPr>
      <w:rFonts w:cs="Times New Roman"/>
    </w:rPr>
  </w:style>
  <w:style w:type="paragraph" w:styleId="Footer">
    <w:name w:val="footer"/>
    <w:basedOn w:val="Normal"/>
    <w:link w:val="FooterChar"/>
    <w:uiPriority w:val="99"/>
    <w:rsid w:val="00025C97"/>
    <w:pPr>
      <w:tabs>
        <w:tab w:val="center" w:pos="4252"/>
        <w:tab w:val="right" w:pos="8504"/>
      </w:tabs>
      <w:snapToGrid w:val="0"/>
    </w:pPr>
  </w:style>
  <w:style w:type="character" w:customStyle="1" w:styleId="FooterChar">
    <w:name w:val="Footer Char"/>
    <w:basedOn w:val="DefaultParagraphFont"/>
    <w:link w:val="Footer"/>
    <w:uiPriority w:val="99"/>
    <w:locked/>
    <w:rsid w:val="00025C97"/>
    <w:rPr>
      <w:rFonts w:cs="Times New Roman"/>
    </w:rPr>
  </w:style>
  <w:style w:type="paragraph" w:styleId="BalloonText">
    <w:name w:val="Balloon Text"/>
    <w:basedOn w:val="Normal"/>
    <w:link w:val="BalloonTextChar"/>
    <w:uiPriority w:val="99"/>
    <w:semiHidden/>
    <w:rsid w:val="0015510E"/>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15510E"/>
    <w:rPr>
      <w:rFonts w:ascii="Arial" w:eastAsia="ＭＳ ゴシック" w:hAnsi="Arial" w:cs="Times New Roman"/>
      <w:sz w:val="18"/>
      <w:szCs w:val="18"/>
    </w:rPr>
  </w:style>
  <w:style w:type="character" w:styleId="PageNumber">
    <w:name w:val="page number"/>
    <w:basedOn w:val="DefaultParagraphFont"/>
    <w:uiPriority w:val="99"/>
    <w:rsid w:val="00A8661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2</Pages>
  <Words>218</Words>
  <Characters>1246</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dcterms:created xsi:type="dcterms:W3CDTF">2011-09-29T23:42:00Z</dcterms:created>
  <dcterms:modified xsi:type="dcterms:W3CDTF">2011-11-02T05:07:00Z</dcterms:modified>
</cp:coreProperties>
</file>